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96D" w:rsidRDefault="00DB196D" w:rsidP="002D3375">
      <w:pPr>
        <w:spacing w:line="240" w:lineRule="auto"/>
        <w:jc w:val="right"/>
        <w:rPr>
          <w:rFonts w:ascii="Times New Roman" w:hAnsi="Times New Roman"/>
          <w:b/>
          <w:bCs/>
        </w:rPr>
      </w:pPr>
    </w:p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B196D">
        <w:rPr>
          <w:rFonts w:ascii="Corbel" w:hAnsi="Corbel"/>
          <w:i/>
          <w:smallCaps/>
          <w:sz w:val="24"/>
          <w:szCs w:val="24"/>
        </w:rPr>
        <w:t>2022/2024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DB196D">
        <w:rPr>
          <w:rFonts w:ascii="Corbel" w:hAnsi="Corbel"/>
          <w:sz w:val="20"/>
          <w:szCs w:val="20"/>
        </w:rPr>
        <w:t>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327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Teorie pomocy społecznej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962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962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9624D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962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3272C">
              <w:rPr>
                <w:rFonts w:ascii="Corbel" w:hAnsi="Corbel"/>
                <w:b w:val="0"/>
                <w:sz w:val="24"/>
                <w:szCs w:val="24"/>
              </w:rPr>
              <w:t xml:space="preserve"> rok, 1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7327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835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327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09624D">
        <w:rPr>
          <w:rFonts w:ascii="Corbel" w:hAnsi="Corbel"/>
          <w:smallCaps w:val="0"/>
          <w:szCs w:val="24"/>
        </w:rPr>
        <w:t xml:space="preserve"> (z toku)</w:t>
      </w:r>
    </w:p>
    <w:p w:rsidR="009C54AE" w:rsidRDefault="00DB196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9938FF" w:rsidP="00A049C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38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A049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polityki społecznej oraz pomocy społecznej i podstawowych pojęć </w:t>
            </w:r>
            <w:r w:rsidR="00A049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związanych z zjawiskiem wykluczenia społecznego.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E473AF" w:rsidP="00E473A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zagadnieniami definicyjnymi</w:t>
            </w:r>
            <w:r w:rsidRPr="00E473AF">
              <w:rPr>
                <w:rFonts w:ascii="Corbel" w:hAnsi="Corbel"/>
                <w:b w:val="0"/>
                <w:sz w:val="24"/>
                <w:szCs w:val="24"/>
              </w:rPr>
              <w:t>, doktryna</w:t>
            </w:r>
            <w:r>
              <w:rPr>
                <w:rFonts w:ascii="Corbel" w:hAnsi="Corbel"/>
                <w:b w:val="0"/>
                <w:sz w:val="24"/>
                <w:szCs w:val="24"/>
              </w:rPr>
              <w:t>mi</w:t>
            </w:r>
            <w:r w:rsidRPr="00E473AF">
              <w:rPr>
                <w:rFonts w:ascii="Corbel" w:hAnsi="Corbel"/>
                <w:b w:val="0"/>
                <w:sz w:val="24"/>
                <w:szCs w:val="24"/>
              </w:rPr>
              <w:t xml:space="preserve"> i warto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ściami </w:t>
            </w:r>
            <w:r w:rsidRPr="00E473AF">
              <w:rPr>
                <w:rFonts w:ascii="Corbel" w:hAnsi="Corbel"/>
                <w:b w:val="0"/>
                <w:sz w:val="24"/>
                <w:szCs w:val="24"/>
              </w:rPr>
              <w:t>polityki społecznej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genezą i etapami</w:t>
            </w:r>
            <w:r w:rsidRPr="00E473AF">
              <w:rPr>
                <w:rFonts w:ascii="Corbel" w:hAnsi="Corbel"/>
                <w:b w:val="0"/>
                <w:sz w:val="24"/>
                <w:szCs w:val="24"/>
              </w:rPr>
              <w:t xml:space="preserve"> kształtowania się polityki społecznej</w:t>
            </w:r>
            <w:r w:rsidR="000F4ECF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0F4ECF" w:rsidRPr="009C54AE" w:rsidTr="00D70663">
        <w:tc>
          <w:tcPr>
            <w:tcW w:w="851" w:type="dxa"/>
            <w:vAlign w:val="center"/>
          </w:tcPr>
          <w:p w:rsidR="000F4ECF" w:rsidRPr="009C54AE" w:rsidRDefault="000F4E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0F4ECF" w:rsidRDefault="000F4ECF" w:rsidP="000F4EC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Omówieni genezy i rozwoju</w:t>
            </w:r>
            <w:r w:rsidRPr="000F4ECF">
              <w:rPr>
                <w:rFonts w:ascii="Corbel" w:hAnsi="Corbel"/>
                <w:b w:val="0"/>
                <w:sz w:val="24"/>
                <w:szCs w:val="24"/>
              </w:rPr>
              <w:t xml:space="preserve"> pomocy drugiemu człowiekowi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F4ECF" w:rsidRPr="009C54AE" w:rsidTr="00D70663">
        <w:tc>
          <w:tcPr>
            <w:tcW w:w="851" w:type="dxa"/>
            <w:vAlign w:val="center"/>
          </w:tcPr>
          <w:p w:rsidR="000F4ECF" w:rsidRPr="009C54AE" w:rsidRDefault="000F4E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0F4ECF" w:rsidRDefault="000F4ECF" w:rsidP="000F4EC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Wyjaśnienie unormowań prawnych, organizacji, funkcji i roli pracy socjalnej w pomocy społecznej.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0F4E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9938FF" w:rsidRPr="009C54AE" w:rsidRDefault="00E473AF" w:rsidP="00E473A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teoretycznymi ramami pomocy społecznej.</w:t>
            </w:r>
            <w:r w:rsidR="000F4ECF">
              <w:rPr>
                <w:rFonts w:ascii="Corbel" w:hAnsi="Corbel"/>
                <w:b w:val="0"/>
                <w:sz w:val="24"/>
                <w:szCs w:val="24"/>
              </w:rPr>
              <w:t xml:space="preserve"> Zapoznanie studentów z  teoriami, modelami i koncepcjami pomocy społecznej.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0F4E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:rsidR="009938FF" w:rsidRDefault="000F4ECF" w:rsidP="000F4EC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działaniami</w:t>
            </w:r>
            <w:r w:rsidRPr="000F4ECF">
              <w:rPr>
                <w:rFonts w:ascii="Corbel" w:hAnsi="Corbel"/>
                <w:b w:val="0"/>
                <w:sz w:val="24"/>
                <w:szCs w:val="24"/>
              </w:rPr>
              <w:t xml:space="preserve"> pomocy społecznej w obszarze </w:t>
            </w:r>
            <w:r>
              <w:rPr>
                <w:rFonts w:ascii="Corbel" w:hAnsi="Corbel"/>
                <w:b w:val="0"/>
                <w:sz w:val="24"/>
                <w:szCs w:val="24"/>
              </w:rPr>
              <w:t>wsparcia wybranych grup beneficjentów.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09624D" w:rsidRDefault="0085747A" w:rsidP="00096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09624D" w:rsidP="00096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09624D" w:rsidP="00E473A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4169A9">
              <w:rPr>
                <w:rFonts w:ascii="Corbel" w:hAnsi="Corbel"/>
                <w:b w:val="0"/>
                <w:smallCaps w:val="0"/>
                <w:szCs w:val="24"/>
              </w:rPr>
              <w:t>yjaśni</w:t>
            </w:r>
            <w:r w:rsidR="00E473AF">
              <w:rPr>
                <w:rFonts w:ascii="Corbel" w:hAnsi="Corbel"/>
                <w:b w:val="0"/>
                <w:smallCaps w:val="0"/>
                <w:szCs w:val="24"/>
              </w:rPr>
              <w:t xml:space="preserve"> definicję, rolę i zadania </w:t>
            </w:r>
            <w:r w:rsidR="004169A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473AF">
              <w:rPr>
                <w:rFonts w:ascii="Corbel" w:hAnsi="Corbel"/>
                <w:b w:val="0"/>
                <w:smallCaps w:val="0"/>
                <w:szCs w:val="24"/>
              </w:rPr>
              <w:t xml:space="preserve">polityki </w:t>
            </w:r>
            <w:r w:rsidR="000F4ECF">
              <w:rPr>
                <w:rFonts w:ascii="Corbel" w:hAnsi="Corbel"/>
                <w:b w:val="0"/>
                <w:smallCaps w:val="0"/>
                <w:szCs w:val="24"/>
              </w:rPr>
              <w:t xml:space="preserve">społecznej oraz pomocy społecznej, w tym zachodzące między nimi relacje. </w:t>
            </w:r>
          </w:p>
        </w:tc>
        <w:tc>
          <w:tcPr>
            <w:tcW w:w="1873" w:type="dxa"/>
          </w:tcPr>
          <w:p w:rsidR="009938FF" w:rsidRDefault="00F5173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  <w:p w:rsidR="002F714D" w:rsidRPr="004B09E3" w:rsidRDefault="002F714D" w:rsidP="002F714D">
            <w:pPr>
              <w:spacing w:after="60" w:line="240" w:lineRule="auto"/>
              <w:rPr>
                <w:rFonts w:ascii="Corbel" w:hAnsi="Corbel"/>
                <w:b/>
                <w:szCs w:val="24"/>
              </w:rPr>
            </w:pPr>
          </w:p>
          <w:p w:rsidR="00DB196D" w:rsidRPr="004B09E3" w:rsidRDefault="00DB196D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09624D" w:rsidP="000F4EC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169A9">
              <w:rPr>
                <w:rFonts w:ascii="Corbel" w:hAnsi="Corbel"/>
                <w:b w:val="0"/>
                <w:smallCaps w:val="0"/>
                <w:szCs w:val="24"/>
              </w:rPr>
              <w:t xml:space="preserve">mówi </w:t>
            </w:r>
            <w:r w:rsidR="000F4ECF">
              <w:rPr>
                <w:rFonts w:ascii="Corbel" w:hAnsi="Corbel"/>
                <w:b w:val="0"/>
                <w:smallCaps w:val="0"/>
                <w:szCs w:val="24"/>
              </w:rPr>
              <w:t xml:space="preserve">szczegółowo wybrane teorie pomocy społecznej, stanowiące fundament działań na rzecz osób wykluczonych społecznie lub zagrożonych wykluczeniem. </w:t>
            </w:r>
          </w:p>
        </w:tc>
        <w:tc>
          <w:tcPr>
            <w:tcW w:w="1873" w:type="dxa"/>
          </w:tcPr>
          <w:p w:rsidR="009938FF" w:rsidRDefault="000F4EC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K_W10</w:t>
            </w:r>
          </w:p>
          <w:p w:rsidR="0053770E" w:rsidRPr="004B09E3" w:rsidRDefault="0053770E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09624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F4ECF">
              <w:rPr>
                <w:rFonts w:ascii="Corbel" w:hAnsi="Corbel"/>
                <w:b w:val="0"/>
                <w:smallCaps w:val="0"/>
                <w:szCs w:val="24"/>
              </w:rPr>
              <w:t>rzeanalizuje zjawiska społeczne, zagrażające prawidłowemu funkcjonowaniu osób zagrożonych lub wykluczonych społecznie w kontekście pomocy społecznej</w:t>
            </w:r>
          </w:p>
        </w:tc>
        <w:tc>
          <w:tcPr>
            <w:tcW w:w="1873" w:type="dxa"/>
          </w:tcPr>
          <w:p w:rsidR="004169A9" w:rsidRDefault="000F4EC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K_U01</w:t>
            </w:r>
          </w:p>
          <w:p w:rsidR="004B09E3" w:rsidRPr="004B09E3" w:rsidRDefault="004B09E3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166CD" w:rsidRPr="009C54AE" w:rsidTr="00F51730">
        <w:trPr>
          <w:trHeight w:val="298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09624D" w:rsidP="000F4EC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87043">
              <w:rPr>
                <w:rFonts w:ascii="Corbel" w:hAnsi="Corbel"/>
                <w:b w:val="0"/>
                <w:smallCaps w:val="0"/>
                <w:szCs w:val="24"/>
              </w:rPr>
              <w:t>rzeanalizuje</w:t>
            </w:r>
            <w:r w:rsidR="004169A9">
              <w:rPr>
                <w:rFonts w:ascii="Corbel" w:hAnsi="Corbel"/>
                <w:b w:val="0"/>
                <w:smallCaps w:val="0"/>
                <w:szCs w:val="24"/>
              </w:rPr>
              <w:t xml:space="preserve"> przepisy pr</w:t>
            </w:r>
            <w:r w:rsidR="000F4ECF">
              <w:rPr>
                <w:rFonts w:ascii="Corbel" w:hAnsi="Corbel"/>
                <w:b w:val="0"/>
                <w:smallCaps w:val="0"/>
                <w:szCs w:val="24"/>
              </w:rPr>
              <w:t>awa regulujące funkcjonowanie pomocy społecznej w Polsce.</w:t>
            </w:r>
          </w:p>
        </w:tc>
        <w:tc>
          <w:tcPr>
            <w:tcW w:w="1873" w:type="dxa"/>
          </w:tcPr>
          <w:p w:rsidR="00A166CD" w:rsidRDefault="004169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K_U10</w:t>
            </w:r>
          </w:p>
          <w:p w:rsidR="004B09E3" w:rsidRPr="004B09E3" w:rsidRDefault="004B09E3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09624D" w:rsidP="0057791D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57791D">
              <w:rPr>
                <w:rFonts w:ascii="Corbel" w:hAnsi="Corbel"/>
                <w:b w:val="0"/>
                <w:smallCaps w:val="0"/>
                <w:szCs w:val="24"/>
              </w:rPr>
              <w:t xml:space="preserve">otrafi przygotować projekty działań resocjalizacyjnych, uwzgledniających zadania realizowane również w obszarze pomocy społecznej oraz przewiduje skutki takich działań </w:t>
            </w:r>
          </w:p>
        </w:tc>
        <w:tc>
          <w:tcPr>
            <w:tcW w:w="1873" w:type="dxa"/>
          </w:tcPr>
          <w:p w:rsidR="009938FF" w:rsidRDefault="0057791D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K_K03</w:t>
            </w:r>
          </w:p>
          <w:p w:rsidR="004B09E3" w:rsidRPr="004B09E3" w:rsidRDefault="004B09E3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57791D" w:rsidP="005779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w ramy teoretyczne pomocy społecznej: wyjaśnienie podstawowych pojęć (wykluczenie społeczne, opieka i pomoc społeczna, polityka społeczna, praca socjalna)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57791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genezy kształtowania się pomocy drugiemu człowiekowi.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57791D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Nowe kierunki i tendencje w organizacji i zarządzaniu pomocą społeczną. 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57791D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Pomoc społeczna w pracy z dziećmi, młodzieżą i rodziną. 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57791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Pomoc społeczna w pracy z uchodźcami, emigrantami w środowisku lokalnym 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57791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Pomoc społeczna w problematyce bezdomności. </w:t>
            </w:r>
          </w:p>
        </w:tc>
      </w:tr>
      <w:tr w:rsidR="00F51730" w:rsidRPr="009C54AE" w:rsidTr="00923D7D">
        <w:tc>
          <w:tcPr>
            <w:tcW w:w="9639" w:type="dxa"/>
          </w:tcPr>
          <w:p w:rsidR="00F51730" w:rsidRDefault="0057791D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Pomoc społeczna w uzależnianiach i przemocy. 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57791D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Pomoc społeczna w pracy z osobami długotrwale bezrobotnymi. 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57791D" w:rsidP="002B6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Płaszczyzny współpracy między instytucjami pomocy społecznej a instytucjami resocjalizacyjnymi.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57791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57791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57791D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57791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57791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C542A5" w:rsidP="005779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</w:t>
            </w:r>
            <w:r w:rsidR="00487043">
              <w:rPr>
                <w:rFonts w:ascii="Corbel" w:hAnsi="Corbel"/>
                <w:b w:val="0"/>
                <w:smallCaps w:val="0"/>
                <w:szCs w:val="24"/>
              </w:rPr>
              <w:t xml:space="preserve">tywna ocena z </w:t>
            </w:r>
            <w:r w:rsidR="0057791D">
              <w:rPr>
                <w:rFonts w:ascii="Corbel" w:hAnsi="Corbel"/>
                <w:b w:val="0"/>
                <w:smallCaps w:val="0"/>
                <w:szCs w:val="24"/>
              </w:rPr>
              <w:t xml:space="preserve">kolokwium.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48704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2F714D" w:rsidP="004870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Default="00C61DC5" w:rsidP="0009624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8704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09624D" w:rsidRPr="0009624D" w:rsidRDefault="0009624D" w:rsidP="000962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624D">
              <w:rPr>
                <w:rFonts w:ascii="Corbel" w:hAnsi="Corbel"/>
                <w:sz w:val="24"/>
                <w:szCs w:val="24"/>
              </w:rPr>
              <w:t xml:space="preserve">- przygotowanie do zajęć,  </w:t>
            </w:r>
          </w:p>
          <w:p w:rsidR="0009624D" w:rsidRPr="0009624D" w:rsidRDefault="0009624D" w:rsidP="000962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kolokwium</w:t>
            </w:r>
          </w:p>
          <w:p w:rsidR="0009624D" w:rsidRPr="009C54AE" w:rsidRDefault="0009624D" w:rsidP="000962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624D">
              <w:rPr>
                <w:rFonts w:ascii="Corbel" w:hAnsi="Corbel"/>
                <w:sz w:val="24"/>
                <w:szCs w:val="24"/>
              </w:rPr>
              <w:lastRenderedPageBreak/>
              <w:t xml:space="preserve">- studiowanie literatury przedmiotowej 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09624D" w:rsidRDefault="0009624D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09624D" w:rsidRDefault="002F714D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bookmarkStart w:id="0" w:name="_GoBack"/>
            <w:bookmarkEnd w:id="0"/>
          </w:p>
          <w:p w:rsidR="0009624D" w:rsidRDefault="0009624D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09624D" w:rsidRPr="009C54AE" w:rsidRDefault="0009624D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5B2159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B215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B2159" w:rsidRDefault="005B2159" w:rsidP="005B2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Bojanowska E., </w:t>
            </w:r>
            <w:proofErr w:type="spellStart"/>
            <w:r w:rsidRPr="005B2159">
              <w:rPr>
                <w:rFonts w:ascii="Corbel" w:hAnsi="Corbel"/>
                <w:b w:val="0"/>
                <w:smallCaps w:val="0"/>
                <w:szCs w:val="24"/>
              </w:rPr>
              <w:t>Chaczko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K., </w:t>
            </w:r>
            <w:r w:rsidRPr="005B2159">
              <w:rPr>
                <w:rFonts w:ascii="Corbel" w:hAnsi="Corbel"/>
                <w:b w:val="0"/>
                <w:smallCaps w:val="0"/>
                <w:szCs w:val="24"/>
              </w:rPr>
              <w:t>Krzyszkowski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Pr="005B2159">
              <w:rPr>
                <w:rFonts w:ascii="Corbel" w:hAnsi="Corbel"/>
                <w:b w:val="0"/>
                <w:smallCaps w:val="0"/>
                <w:szCs w:val="24"/>
              </w:rPr>
              <w:t>Zdebska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 (red), </w:t>
            </w:r>
            <w:r w:rsidRPr="005B2159">
              <w:rPr>
                <w:rFonts w:ascii="Corbel" w:hAnsi="Corbel"/>
                <w:b w:val="0"/>
                <w:i/>
                <w:smallCaps w:val="0"/>
                <w:szCs w:val="24"/>
              </w:rPr>
              <w:t>Pomoc społeczna. Idea – rozwój – instytucje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2022.</w:t>
            </w:r>
          </w:p>
          <w:p w:rsidR="0009624D" w:rsidRPr="0009624D" w:rsidRDefault="0009624D" w:rsidP="00096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624D">
              <w:rPr>
                <w:rFonts w:ascii="Corbel" w:hAnsi="Corbel"/>
                <w:b w:val="0"/>
                <w:smallCaps w:val="0"/>
                <w:szCs w:val="24"/>
              </w:rPr>
              <w:t xml:space="preserve">Mazur A., Wiśniewski P., </w:t>
            </w:r>
            <w:r w:rsidRPr="0009624D">
              <w:rPr>
                <w:rFonts w:ascii="Corbel" w:hAnsi="Corbel"/>
                <w:b w:val="0"/>
                <w:i/>
                <w:smallCaps w:val="0"/>
                <w:szCs w:val="24"/>
              </w:rPr>
              <w:t>Zatrudnienie socjalne. Trwała instytucja w systemie pomocy i wsparcia dla osób zagrożonych wykluczeniem społeczny</w:t>
            </w:r>
            <w:r w:rsidRPr="0009624D">
              <w:rPr>
                <w:rFonts w:ascii="Corbel" w:hAnsi="Corbel"/>
                <w:b w:val="0"/>
                <w:smallCaps w:val="0"/>
                <w:szCs w:val="24"/>
              </w:rPr>
              <w:t>m, Janów Lubelski 2015.</w:t>
            </w:r>
          </w:p>
          <w:p w:rsidR="0009624D" w:rsidRPr="0009624D" w:rsidRDefault="0009624D" w:rsidP="00096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624D">
              <w:rPr>
                <w:rFonts w:ascii="Corbel" w:hAnsi="Corbel"/>
                <w:b w:val="0"/>
                <w:smallCaps w:val="0"/>
                <w:szCs w:val="24"/>
              </w:rPr>
              <w:t xml:space="preserve">Mazur A., </w:t>
            </w:r>
            <w:r w:rsidRPr="0009624D">
              <w:rPr>
                <w:rFonts w:ascii="Corbel" w:hAnsi="Corbel"/>
                <w:b w:val="0"/>
                <w:i/>
                <w:smallCaps w:val="0"/>
                <w:szCs w:val="24"/>
              </w:rPr>
              <w:t>Rodzina z przemocą jako odbiorca wsparcia asystenta rodziny</w:t>
            </w:r>
            <w:r w:rsidRPr="0009624D">
              <w:rPr>
                <w:rFonts w:ascii="Corbel" w:hAnsi="Corbel"/>
                <w:b w:val="0"/>
                <w:smallCaps w:val="0"/>
                <w:szCs w:val="24"/>
              </w:rPr>
              <w:t xml:space="preserve"> [w:] </w:t>
            </w:r>
            <w:proofErr w:type="spellStart"/>
            <w:r w:rsidRPr="0009624D">
              <w:rPr>
                <w:rFonts w:ascii="Corbel" w:hAnsi="Corbel"/>
                <w:b w:val="0"/>
                <w:smallCaps w:val="0"/>
                <w:szCs w:val="24"/>
              </w:rPr>
              <w:t>A.Witkowska</w:t>
            </w:r>
            <w:proofErr w:type="spellEnd"/>
            <w:r w:rsidRPr="0009624D">
              <w:rPr>
                <w:rFonts w:ascii="Corbel" w:hAnsi="Corbel"/>
                <w:b w:val="0"/>
                <w:smallCaps w:val="0"/>
                <w:szCs w:val="24"/>
              </w:rPr>
              <w:t xml:space="preserve">-Paleń (red.), </w:t>
            </w:r>
            <w:r w:rsidRPr="0009624D">
              <w:rPr>
                <w:rFonts w:ascii="Corbel" w:hAnsi="Corbel"/>
                <w:b w:val="0"/>
                <w:i/>
                <w:smallCaps w:val="0"/>
                <w:szCs w:val="24"/>
              </w:rPr>
              <w:t>Przemoc w rodzinie. Pomoc, interwencja, wsparcie społeczne</w:t>
            </w:r>
            <w:r w:rsidRPr="0009624D">
              <w:rPr>
                <w:rFonts w:ascii="Corbel" w:hAnsi="Corbel"/>
                <w:b w:val="0"/>
                <w:smallCaps w:val="0"/>
                <w:szCs w:val="24"/>
              </w:rPr>
              <w:t>, Tychy 2016.</w:t>
            </w:r>
          </w:p>
          <w:p w:rsidR="0009624D" w:rsidRDefault="0009624D" w:rsidP="00096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624D">
              <w:rPr>
                <w:rFonts w:ascii="Corbel" w:hAnsi="Corbel"/>
                <w:b w:val="0"/>
                <w:smallCaps w:val="0"/>
                <w:szCs w:val="24"/>
              </w:rPr>
              <w:t xml:space="preserve">Mazur A., </w:t>
            </w:r>
            <w:r w:rsidRPr="0009624D">
              <w:rPr>
                <w:rFonts w:ascii="Corbel" w:hAnsi="Corbel"/>
                <w:b w:val="0"/>
                <w:i/>
                <w:smallCaps w:val="0"/>
                <w:szCs w:val="24"/>
              </w:rPr>
              <w:t>Pomoc postpenitencjarna w sektorze ekonomii społecznej</w:t>
            </w:r>
            <w:r w:rsidRPr="0009624D">
              <w:rPr>
                <w:rFonts w:ascii="Corbel" w:hAnsi="Corbel"/>
                <w:b w:val="0"/>
                <w:smallCaps w:val="0"/>
                <w:szCs w:val="24"/>
              </w:rPr>
              <w:t xml:space="preserve">, [w:] </w:t>
            </w:r>
            <w:proofErr w:type="spellStart"/>
            <w:r w:rsidRPr="0009624D">
              <w:rPr>
                <w:rFonts w:ascii="Corbel" w:hAnsi="Corbel"/>
                <w:b w:val="0"/>
                <w:smallCaps w:val="0"/>
                <w:szCs w:val="24"/>
              </w:rPr>
              <w:t>A.Witkowska</w:t>
            </w:r>
            <w:proofErr w:type="spellEnd"/>
            <w:r w:rsidRPr="0009624D">
              <w:rPr>
                <w:rFonts w:ascii="Corbel" w:hAnsi="Corbel"/>
                <w:b w:val="0"/>
                <w:smallCaps w:val="0"/>
                <w:szCs w:val="24"/>
              </w:rPr>
              <w:t xml:space="preserve">-Paleń (red.), </w:t>
            </w:r>
            <w:r w:rsidRPr="0009624D">
              <w:rPr>
                <w:rFonts w:ascii="Corbel" w:hAnsi="Corbel"/>
                <w:b w:val="0"/>
                <w:i/>
                <w:smallCaps w:val="0"/>
                <w:szCs w:val="24"/>
              </w:rPr>
              <w:t>Polityka społeczna w działaniu. Wybrane zagadnienia</w:t>
            </w:r>
            <w:r w:rsidRPr="0009624D">
              <w:rPr>
                <w:rFonts w:ascii="Corbel" w:hAnsi="Corbel"/>
                <w:b w:val="0"/>
                <w:smallCaps w:val="0"/>
                <w:szCs w:val="24"/>
              </w:rPr>
              <w:t>, Lublin 2016.</w:t>
            </w:r>
          </w:p>
          <w:p w:rsidR="00A055CF" w:rsidRDefault="00A055CF" w:rsidP="009335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5CF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ielgos-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Struck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 (red.), </w:t>
            </w:r>
            <w:r w:rsidRPr="009335A1">
              <w:rPr>
                <w:rFonts w:ascii="Corbel" w:hAnsi="Corbel"/>
                <w:b w:val="0"/>
                <w:i/>
                <w:smallCaps w:val="0"/>
                <w:szCs w:val="24"/>
              </w:rPr>
              <w:t>Pomoc społeczna i jej adresaci : przegląd wybranych strategii pomocowych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Rzeszów 2006. </w:t>
            </w:r>
          </w:p>
          <w:p w:rsidR="005B2159" w:rsidRDefault="005B2159" w:rsidP="009335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B2159">
              <w:rPr>
                <w:rFonts w:ascii="Corbel" w:hAnsi="Corbel"/>
                <w:b w:val="0"/>
                <w:smallCaps w:val="0"/>
                <w:szCs w:val="24"/>
              </w:rPr>
              <w:t>Firlit-Fesnak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G., </w:t>
            </w:r>
            <w:r w:rsidRPr="005B2159">
              <w:rPr>
                <w:rFonts w:ascii="Corbel" w:hAnsi="Corbel"/>
                <w:b w:val="0"/>
                <w:smallCaps w:val="0"/>
                <w:szCs w:val="24"/>
              </w:rPr>
              <w:t>Męcina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 (red.), </w:t>
            </w:r>
            <w:r w:rsidRPr="005B2159">
              <w:rPr>
                <w:rFonts w:ascii="Corbel" w:hAnsi="Corbel"/>
                <w:b w:val="0"/>
                <w:i/>
                <w:smallCaps w:val="0"/>
                <w:szCs w:val="24"/>
              </w:rPr>
              <w:t>Polityka społeczna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2018.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Kołaczkowski B., Ratajczak M.,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Pomoc społeczna. Wybrane instytucje pomocy rodzinie i dziecku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2013.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Brągiel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Bador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(red.),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Formy opieki, wychowania i wsparcia w zreformowanym systemie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Opole 2005. </w:t>
            </w:r>
          </w:p>
          <w:p w:rsidR="00A055CF" w:rsidRDefault="00A055CF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Skowrońska A., (red.), </w:t>
            </w:r>
            <w:r w:rsidRPr="009335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Nowe kierunki </w:t>
            </w:r>
            <w:r w:rsidR="002F7922" w:rsidRPr="009335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 tendencje w organizacji i zarządzaniu pomocą społeczną</w:t>
            </w:r>
            <w:r w:rsidR="002F79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2013. </w:t>
            </w:r>
          </w:p>
          <w:p w:rsidR="009B55A5" w:rsidRDefault="009B55A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Skowrońska A., </w:t>
            </w:r>
            <w:r w:rsidRPr="009335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 z osobami długotrwale bezrobotnymi i członkami ich rodzin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2014.</w:t>
            </w:r>
          </w:p>
          <w:p w:rsidR="009B55A5" w:rsidRDefault="009B55A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Ruszkowska M., Winiarski M. (red.), Praca socjalna z dziećmi, młodzieżą i rodziną, Warszawa 2014.</w:t>
            </w:r>
          </w:p>
          <w:p w:rsidR="009B55A5" w:rsidRDefault="009B55A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Głąbicka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9335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 z uchodźcami, emigrantami w środowisku lokalnym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2014. </w:t>
            </w:r>
          </w:p>
          <w:p w:rsidR="0019669F" w:rsidRPr="009C54AE" w:rsidRDefault="009B55A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Podgórska-Jachnik D., </w:t>
            </w:r>
            <w:r w:rsidRPr="009335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 z osobami bezdomnymi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2014.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32372" w:rsidRDefault="00A055CF" w:rsidP="00A055C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A055CF">
              <w:rPr>
                <w:rFonts w:ascii="Corbel" w:hAnsi="Corbel"/>
                <w:b w:val="0"/>
                <w:smallCaps w:val="0"/>
                <w:szCs w:val="24"/>
              </w:rPr>
              <w:t>Łuszczyńska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proofErr w:type="spellStart"/>
            <w:r w:rsidRPr="00A055CF">
              <w:rPr>
                <w:rFonts w:ascii="Corbel" w:hAnsi="Corbel"/>
                <w:b w:val="0"/>
                <w:smallCaps w:val="0"/>
                <w:szCs w:val="24"/>
              </w:rPr>
              <w:t>Grudziewska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A055CF">
              <w:rPr>
                <w:rFonts w:ascii="Corbel" w:hAnsi="Corbel"/>
                <w:b w:val="0"/>
                <w:smallCaps w:val="0"/>
                <w:szCs w:val="24"/>
              </w:rPr>
              <w:t>Łuczyńs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 M., </w:t>
            </w:r>
            <w:r w:rsidRPr="00A055C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055C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Praca socjalna w Polsce.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Wokół wolności i obywatelskości, 2021</w:t>
            </w:r>
          </w:p>
          <w:p w:rsidR="00A055CF" w:rsidRDefault="009335A1" w:rsidP="00A055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5CF">
              <w:rPr>
                <w:rFonts w:ascii="Corbel" w:hAnsi="Corbel"/>
                <w:b w:val="0"/>
                <w:smallCaps w:val="0"/>
                <w:szCs w:val="24"/>
              </w:rPr>
              <w:t>Wilk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</w:t>
            </w:r>
            <w:r w:rsidRPr="009335A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="00A055CF" w:rsidRPr="009335A1">
              <w:rPr>
                <w:rFonts w:ascii="Corbel" w:hAnsi="Corbel"/>
                <w:b w:val="0"/>
                <w:i/>
                <w:smallCaps w:val="0"/>
                <w:szCs w:val="24"/>
              </w:rPr>
              <w:t>Trochę piekła, trochę nieba, czyli Pomoc społeczna od środka</w:t>
            </w:r>
            <w:r w:rsidR="00A055CF">
              <w:rPr>
                <w:rFonts w:ascii="Corbel" w:hAnsi="Corbel"/>
                <w:b w:val="0"/>
                <w:smallCaps w:val="0"/>
                <w:szCs w:val="24"/>
              </w:rPr>
              <w:t>, Pruszcz Gdański 2021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9B55A5" w:rsidRPr="00A055CF" w:rsidRDefault="009B55A5" w:rsidP="009B55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Kita S., Praca socjalna w sytuacjach kryzysowych, Warszawa 2014.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EFA" w:rsidRDefault="006F6EFA" w:rsidP="00C16ABF">
      <w:pPr>
        <w:spacing w:after="0" w:line="240" w:lineRule="auto"/>
      </w:pPr>
      <w:r>
        <w:separator/>
      </w:r>
    </w:p>
  </w:endnote>
  <w:endnote w:type="continuationSeparator" w:id="0">
    <w:p w:rsidR="006F6EFA" w:rsidRDefault="006F6EF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EFA" w:rsidRDefault="006F6EFA" w:rsidP="00C16ABF">
      <w:pPr>
        <w:spacing w:after="0" w:line="240" w:lineRule="auto"/>
      </w:pPr>
      <w:r>
        <w:separator/>
      </w:r>
    </w:p>
  </w:footnote>
  <w:footnote w:type="continuationSeparator" w:id="0">
    <w:p w:rsidR="006F6EFA" w:rsidRDefault="006F6EF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24D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4ECF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669F"/>
    <w:rsid w:val="001A70D2"/>
    <w:rsid w:val="001D657B"/>
    <w:rsid w:val="001D7B54"/>
    <w:rsid w:val="001E0209"/>
    <w:rsid w:val="001F2CA2"/>
    <w:rsid w:val="001F44C7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11F"/>
    <w:rsid w:val="002D73D4"/>
    <w:rsid w:val="002F02A3"/>
    <w:rsid w:val="002F2686"/>
    <w:rsid w:val="002F4ABE"/>
    <w:rsid w:val="002F714D"/>
    <w:rsid w:val="002F7922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69A9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7043"/>
    <w:rsid w:val="00490F7D"/>
    <w:rsid w:val="00491678"/>
    <w:rsid w:val="004968E2"/>
    <w:rsid w:val="004A3EEA"/>
    <w:rsid w:val="004A4D1F"/>
    <w:rsid w:val="004B09E3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3770E"/>
    <w:rsid w:val="00543ACC"/>
    <w:rsid w:val="0056696D"/>
    <w:rsid w:val="00573EF9"/>
    <w:rsid w:val="0057791D"/>
    <w:rsid w:val="0059484D"/>
    <w:rsid w:val="005A0855"/>
    <w:rsid w:val="005A3196"/>
    <w:rsid w:val="005B215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6F6EFA"/>
    <w:rsid w:val="00706544"/>
    <w:rsid w:val="007072BA"/>
    <w:rsid w:val="0071620A"/>
    <w:rsid w:val="00724677"/>
    <w:rsid w:val="00725459"/>
    <w:rsid w:val="0073272C"/>
    <w:rsid w:val="007327BD"/>
    <w:rsid w:val="00734608"/>
    <w:rsid w:val="00745302"/>
    <w:rsid w:val="007461D6"/>
    <w:rsid w:val="00746EC8"/>
    <w:rsid w:val="00761526"/>
    <w:rsid w:val="00763BF1"/>
    <w:rsid w:val="00766FD4"/>
    <w:rsid w:val="0077471B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356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1742"/>
    <w:rsid w:val="009335A1"/>
    <w:rsid w:val="009508DF"/>
    <w:rsid w:val="00950DAC"/>
    <w:rsid w:val="00954A07"/>
    <w:rsid w:val="009938FF"/>
    <w:rsid w:val="00997F14"/>
    <w:rsid w:val="009A78D9"/>
    <w:rsid w:val="009B55A5"/>
    <w:rsid w:val="009C1331"/>
    <w:rsid w:val="009C1CBC"/>
    <w:rsid w:val="009C3E31"/>
    <w:rsid w:val="009C54AE"/>
    <w:rsid w:val="009C788E"/>
    <w:rsid w:val="009E07E1"/>
    <w:rsid w:val="009E3B41"/>
    <w:rsid w:val="009F3C5C"/>
    <w:rsid w:val="009F4610"/>
    <w:rsid w:val="00A00ECC"/>
    <w:rsid w:val="00A049CA"/>
    <w:rsid w:val="00A055CF"/>
    <w:rsid w:val="00A155EE"/>
    <w:rsid w:val="00A166CD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B196D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473AF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1730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2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7753E-0247-4B49-B32B-F9415375A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163</TotalTime>
  <Pages>5</Pages>
  <Words>1008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7</cp:revision>
  <cp:lastPrinted>2019-02-06T12:12:00Z</cp:lastPrinted>
  <dcterms:created xsi:type="dcterms:W3CDTF">2022-03-31T16:28:00Z</dcterms:created>
  <dcterms:modified xsi:type="dcterms:W3CDTF">2022-06-22T16:10:00Z</dcterms:modified>
</cp:coreProperties>
</file>